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141C1" w:rsidR="006E5D65" w:rsidP="002D3375" w:rsidRDefault="00CD6897" w14:paraId="45DAD28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 w:rsidR="00D8678B">
        <w:rPr>
          <w:rFonts w:ascii="Corbel" w:hAnsi="Corbel"/>
          <w:bCs/>
          <w:i/>
        </w:rPr>
        <w:t xml:space="preserve">Załącznik nr </w:t>
      </w:r>
      <w:r w:rsidRPr="001141C1" w:rsidR="006F31E2">
        <w:rPr>
          <w:rFonts w:ascii="Corbel" w:hAnsi="Corbel"/>
          <w:bCs/>
          <w:i/>
        </w:rPr>
        <w:t>1.5</w:t>
      </w:r>
      <w:r w:rsidRPr="001141C1" w:rsidR="00D8678B">
        <w:rPr>
          <w:rFonts w:ascii="Corbel" w:hAnsi="Corbel"/>
          <w:bCs/>
          <w:i/>
        </w:rPr>
        <w:t xml:space="preserve"> do Zarządzenia</w:t>
      </w:r>
      <w:r w:rsidRPr="001141C1" w:rsidR="002A22BF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Pr="001141C1" w:rsidR="00F17567">
        <w:rPr>
          <w:rFonts w:ascii="Corbel" w:hAnsi="Corbel"/>
          <w:bCs/>
          <w:i/>
        </w:rPr>
        <w:t>12/2019</w:t>
      </w:r>
    </w:p>
    <w:p w:rsidRPr="001141C1" w:rsidR="0085747A" w:rsidP="009C54AE" w:rsidRDefault="0085747A" w14:paraId="76CB7A0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:rsidRPr="001141C1" w:rsidR="00DC6D0C" w:rsidP="003823BE" w:rsidRDefault="0071620A" w14:paraId="1BE067E7" w14:textId="69C19B0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Pr="001141C1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F418A9">
        <w:rPr>
          <w:rFonts w:ascii="Corbel" w:hAnsi="Corbel"/>
          <w:smallCaps/>
          <w:sz w:val="24"/>
          <w:szCs w:val="24"/>
        </w:rPr>
        <w:t>2022-2025</w:t>
      </w:r>
    </w:p>
    <w:p w:rsidRPr="001141C1" w:rsidR="00445970" w:rsidP="00182C9E" w:rsidRDefault="00445970" w14:paraId="6A743604" w14:textId="0EE8AE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Pr="001141C1" w:rsidR="00182C9E">
        <w:rPr>
          <w:rFonts w:ascii="Corbel" w:hAnsi="Corbel"/>
          <w:sz w:val="20"/>
          <w:szCs w:val="20"/>
        </w:rPr>
        <w:t>202</w:t>
      </w:r>
      <w:r w:rsidR="00F418A9">
        <w:rPr>
          <w:rFonts w:ascii="Corbel" w:hAnsi="Corbel"/>
          <w:sz w:val="20"/>
          <w:szCs w:val="20"/>
        </w:rPr>
        <w:t>3</w:t>
      </w:r>
      <w:r w:rsidRPr="001141C1" w:rsidR="00182C9E">
        <w:rPr>
          <w:rFonts w:ascii="Corbel" w:hAnsi="Corbel"/>
          <w:sz w:val="20"/>
          <w:szCs w:val="20"/>
        </w:rPr>
        <w:t>/202</w:t>
      </w:r>
      <w:r w:rsidR="00F418A9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1141C1" w:rsidR="0085747A" w:rsidP="009C54AE" w:rsidRDefault="0085747A" w14:paraId="074920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141C1" w:rsidR="0085747A" w:rsidP="009C54AE" w:rsidRDefault="0071620A" w14:paraId="1B6DE1C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Pr="001141C1" w:rsidR="0085747A">
        <w:rPr>
          <w:rFonts w:ascii="Corbel" w:hAnsi="Corbel"/>
          <w:szCs w:val="24"/>
        </w:rPr>
        <w:t xml:space="preserve">Podstawowe </w:t>
      </w:r>
      <w:r w:rsidRPr="001141C1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141C1" w:rsidR="0085747A" w:rsidTr="00B819C8" w14:paraId="0ABA8A78" w14:textId="77777777">
        <w:tc>
          <w:tcPr>
            <w:tcW w:w="2694" w:type="dxa"/>
            <w:vAlign w:val="center"/>
          </w:tcPr>
          <w:p w:rsidRPr="001141C1" w:rsidR="0085747A" w:rsidP="009C54AE" w:rsidRDefault="00C05F44" w14:paraId="617C0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9F7A74" w14:paraId="6F257305" w14:textId="17FDC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Pr="001141C1" w:rsidR="0085747A" w:rsidTr="00B819C8" w14:paraId="506999EA" w14:textId="77777777">
        <w:tc>
          <w:tcPr>
            <w:tcW w:w="2694" w:type="dxa"/>
            <w:vAlign w:val="center"/>
          </w:tcPr>
          <w:p w:rsidRPr="001141C1" w:rsidR="0085747A" w:rsidP="009C54AE" w:rsidRDefault="00C05F44" w14:paraId="315ED6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Pr="001141C1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9F7A74" w14:paraId="1E5C27A5" w14:textId="48F598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Pr="001141C1" w:rsidR="0085747A" w:rsidTr="00B819C8" w14:paraId="4D7811D2" w14:textId="77777777">
        <w:tc>
          <w:tcPr>
            <w:tcW w:w="2694" w:type="dxa"/>
            <w:vAlign w:val="center"/>
          </w:tcPr>
          <w:p w:rsidRPr="001141C1" w:rsidR="0085747A" w:rsidP="00EA4832" w:rsidRDefault="0017512A" w14:paraId="7E428F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Pr="001141C1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1141C1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17512A" w14:paraId="5A997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141C1" w:rsidR="0085747A" w:rsidTr="00B819C8" w14:paraId="667C2DFC" w14:textId="77777777">
        <w:tc>
          <w:tcPr>
            <w:tcW w:w="2694" w:type="dxa"/>
            <w:vAlign w:val="center"/>
          </w:tcPr>
          <w:p w:rsidRPr="001141C1" w:rsidR="0085747A" w:rsidP="009C54AE" w:rsidRDefault="0085747A" w14:paraId="12507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497946" w14:paraId="350A4815" w14:textId="323C0E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1141C1" w:rsidR="0085747A" w:rsidTr="00B819C8" w14:paraId="1C470296" w14:textId="77777777">
        <w:tc>
          <w:tcPr>
            <w:tcW w:w="2694" w:type="dxa"/>
            <w:vAlign w:val="center"/>
          </w:tcPr>
          <w:p w:rsidRPr="001141C1" w:rsidR="0085747A" w:rsidP="009C54AE" w:rsidRDefault="0085747A" w14:paraId="44FD0D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9F7A74" w14:paraId="3AE91E95" w14:textId="738F1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1141C1" w:rsidR="0085747A" w:rsidTr="00B819C8" w14:paraId="0369B07B" w14:textId="77777777">
        <w:tc>
          <w:tcPr>
            <w:tcW w:w="2694" w:type="dxa"/>
            <w:vAlign w:val="center"/>
          </w:tcPr>
          <w:p w:rsidRPr="001141C1" w:rsidR="0085747A" w:rsidP="009C54AE" w:rsidRDefault="00DE4A14" w14:paraId="6B3B00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497946" w14:paraId="51995BF5" w14:textId="5E4251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1141C1" w:rsidR="003823B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1141C1" w:rsidR="0085747A" w:rsidTr="00B819C8" w14:paraId="2753A7D6" w14:textId="77777777">
        <w:tc>
          <w:tcPr>
            <w:tcW w:w="2694" w:type="dxa"/>
            <w:vAlign w:val="center"/>
          </w:tcPr>
          <w:p w:rsidRPr="001141C1" w:rsidR="0085747A" w:rsidP="009C54AE" w:rsidRDefault="0085747A" w14:paraId="08A41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497946" w14:paraId="19FD5933" w14:textId="287E7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1141C1"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1141C1" w:rsidR="0085747A" w:rsidTr="00B819C8" w14:paraId="3A39C6A1" w14:textId="77777777">
        <w:tc>
          <w:tcPr>
            <w:tcW w:w="2694" w:type="dxa"/>
            <w:vAlign w:val="center"/>
          </w:tcPr>
          <w:p w:rsidRPr="001141C1" w:rsidR="0085747A" w:rsidP="009C54AE" w:rsidRDefault="0085747A" w14:paraId="4F5A79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0F6930" w14:paraId="5D059534" w14:textId="7447C9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1141C1"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1141C1" w:rsidR="0085747A" w:rsidTr="00B819C8" w14:paraId="007CF2B1" w14:textId="77777777">
        <w:tc>
          <w:tcPr>
            <w:tcW w:w="2694" w:type="dxa"/>
            <w:vAlign w:val="center"/>
          </w:tcPr>
          <w:p w:rsidRPr="001141C1" w:rsidR="0085747A" w:rsidP="009C54AE" w:rsidRDefault="0085747A" w14:paraId="5585E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Pr="001141C1" w:rsidR="0030395F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3823BE" w14:paraId="0CFDD264" w14:textId="59F2BE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Pr="001141C1" w:rsidR="0085747A" w:rsidTr="00B819C8" w14:paraId="4F3F54D3" w14:textId="77777777">
        <w:tc>
          <w:tcPr>
            <w:tcW w:w="2694" w:type="dxa"/>
            <w:vAlign w:val="center"/>
          </w:tcPr>
          <w:p w:rsidRPr="001141C1" w:rsidR="0085747A" w:rsidP="009C54AE" w:rsidRDefault="0085747A" w14:paraId="547711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1141C1" w:rsidR="0085747A" w:rsidP="003823BE" w:rsidRDefault="00497946" w14:paraId="76F27A00" w14:textId="69D810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141C1" w:rsidR="003823BE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Pr="001141C1" w:rsidR="00923D7D" w:rsidTr="00B819C8" w14:paraId="5B7A417E" w14:textId="77777777">
        <w:tc>
          <w:tcPr>
            <w:tcW w:w="2694" w:type="dxa"/>
            <w:vAlign w:val="center"/>
          </w:tcPr>
          <w:p w:rsidRPr="001141C1" w:rsidR="00923D7D" w:rsidP="009C54AE" w:rsidRDefault="00923D7D" w14:paraId="4BA60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1141C1" w:rsidR="00923D7D" w:rsidP="009C54AE" w:rsidRDefault="00C41B9B" w14:paraId="3AAEB59E" w14:textId="381C82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1141C1" w:rsidR="0085747A" w:rsidTr="00B819C8" w14:paraId="65731A9E" w14:textId="77777777">
        <w:tc>
          <w:tcPr>
            <w:tcW w:w="2694" w:type="dxa"/>
            <w:vAlign w:val="center"/>
          </w:tcPr>
          <w:p w:rsidRPr="001141C1" w:rsidR="0085747A" w:rsidP="009C54AE" w:rsidRDefault="0085747A" w14:paraId="7C2F6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1141C1" w:rsidR="0085747A" w:rsidP="009C54AE" w:rsidRDefault="003823BE" w14:paraId="41EE139C" w14:textId="52301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Pr="001141C1" w:rsidR="0085747A" w:rsidTr="00B819C8" w14:paraId="57276881" w14:textId="77777777">
        <w:tc>
          <w:tcPr>
            <w:tcW w:w="2694" w:type="dxa"/>
            <w:vAlign w:val="center"/>
          </w:tcPr>
          <w:p w:rsidRPr="001141C1" w:rsidR="0085747A" w:rsidP="00CA38EA" w:rsidRDefault="0085747A" w14:paraId="0BD0FC2A" w14:textId="77777777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61841" w:rsidP="00E61841" w:rsidRDefault="00E61841" w14:paraId="5E073D97" w14:textId="7747792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:rsidRPr="001141C1" w:rsidR="009F7A74" w:rsidP="00E61841" w:rsidRDefault="009F7A74" w14:paraId="6B6685C9" w14:textId="08847EF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:rsidRPr="001141C1" w:rsidR="0085747A" w:rsidP="009C54AE" w:rsidRDefault="0085747A" w14:paraId="1DE0F9B4" w14:textId="0F570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Pr="001141C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141C1" w:rsidR="00B90885">
        <w:rPr>
          <w:rFonts w:ascii="Corbel" w:hAnsi="Corbel"/>
          <w:b w:val="0"/>
          <w:sz w:val="24"/>
          <w:szCs w:val="24"/>
        </w:rPr>
        <w:t>e,</w:t>
      </w:r>
      <w:r w:rsidRPr="001141C1" w:rsidR="00C41B9B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141C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141C1" w:rsidR="0085747A" w:rsidP="009C54AE" w:rsidRDefault="0085747A" w14:paraId="30E5AF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Pr="001141C1" w:rsidR="00E22FBC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141C1" w:rsidR="00923D7D" w:rsidP="009C54AE" w:rsidRDefault="00923D7D" w14:paraId="769735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141C1" w:rsidR="00015B8F" w:rsidTr="003823BE" w14:paraId="0787143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015B8F" w:rsidP="009C54AE" w:rsidRDefault="00015B8F" w14:paraId="21E1C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:rsidRPr="001141C1" w:rsidR="00015B8F" w:rsidP="009C54AE" w:rsidRDefault="002B5EA0" w14:paraId="6E1EFD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Pr="001141C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360245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Wykł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103F6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6B17C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Konw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09B348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015B8F" w:rsidP="009C54AE" w:rsidRDefault="00015B8F" w14:paraId="3DFA22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Sem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40029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3EFA4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Prakt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21DAFA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015B8F" w:rsidP="009C54AE" w:rsidRDefault="00015B8F" w14:paraId="68BF21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Pr="001141C1" w:rsidR="00B90885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141C1" w:rsidR="003823BE" w:rsidTr="003823BE" w14:paraId="10E117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3823BE" w:rsidRDefault="003823BE" w14:paraId="4967F545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0F6930" w14:paraId="34393CB2" w14:textId="1E7F8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0F6930" w14:paraId="12DA5055" w14:textId="4F76F945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5C489449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676D9254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3823BE" w:rsidRDefault="003823BE" w14:paraId="71938A3D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442B2B5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47297E4B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3823BE" w14:paraId="1DDEE21C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141C1" w:rsidR="003823BE" w:rsidP="003823BE" w:rsidRDefault="009F7A74" w14:paraId="0A94FE01" w14:textId="49ED08AF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1141C1" w:rsidR="00923D7D" w:rsidP="009C54AE" w:rsidRDefault="00923D7D" w14:paraId="0A29383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141C1" w:rsidR="00923D7D" w:rsidP="009C54AE" w:rsidRDefault="00923D7D" w14:paraId="6A5D4E4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141C1" w:rsidR="0085747A" w:rsidP="00F83B28" w:rsidRDefault="0085747A" w14:paraId="18919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Pr="001141C1" w:rsidR="00E22FBC">
        <w:rPr>
          <w:rFonts w:ascii="Corbel" w:hAnsi="Corbel"/>
          <w:smallCaps w:val="0"/>
          <w:szCs w:val="24"/>
        </w:rPr>
        <w:t>2</w:t>
      </w:r>
      <w:r w:rsidRPr="001141C1" w:rsidR="00F83B28">
        <w:rPr>
          <w:rFonts w:ascii="Corbel" w:hAnsi="Corbel"/>
          <w:smallCaps w:val="0"/>
          <w:szCs w:val="24"/>
        </w:rPr>
        <w:t>.</w:t>
      </w:r>
      <w:r w:rsidRPr="001141C1" w:rsidR="00F83B28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:rsidRPr="00EE43EF" w:rsidR="001278D8" w:rsidP="001278D8" w:rsidRDefault="001278D8" w14:paraId="29F7C3AC" w14:textId="77777777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 xml:space="preserve">X zajęcia w formie tradycyjnej lub z wykorzystaniem platformy MS </w:t>
      </w:r>
      <w:proofErr w:type="spellStart"/>
      <w:r w:rsidRPr="00EE43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EE43EF" w:rsidR="001278D8" w:rsidP="001278D8" w:rsidRDefault="001278D8" w14:paraId="211A5E86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141C1" w:rsidR="0085747A" w:rsidP="00F83B28" w:rsidRDefault="0085747A" w14:paraId="6B9CEB36" w14:textId="2784BA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Pr="001141C1" w:rsidR="00E22FBC" w:rsidP="00F83B28" w:rsidRDefault="00E22FBC" w14:paraId="3C21D40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Pr="001141C1" w:rsidR="00F83B28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Pr="001141C1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141C1" w:rsidR="00E1719D" w:rsidP="502E9BBC" w:rsidRDefault="00E1719D" w14:paraId="1C6E03E9" w14:textId="695EA5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502E9BBC" w:rsidR="00E1719D">
        <w:rPr>
          <w:rFonts w:ascii="Corbel" w:hAnsi="Corbel"/>
          <w:b w:val="0"/>
          <w:bCs w:val="0"/>
          <w:caps w:val="0"/>
          <w:smallCaps w:val="0"/>
        </w:rPr>
        <w:t>wykład: egzamin, ćwiczenia: zaliczenie z oceną</w:t>
      </w:r>
    </w:p>
    <w:p w:rsidRPr="001141C1" w:rsidR="00E960BB" w:rsidP="009C54AE" w:rsidRDefault="00E960BB" w14:paraId="3CE062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41C1" w:rsidR="00E960BB" w:rsidP="009C54AE" w:rsidRDefault="0085747A" w14:paraId="07307EE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745302" w14:paraId="003EB43F" w14:textId="77777777">
        <w:tc>
          <w:tcPr>
            <w:tcW w:w="9670" w:type="dxa"/>
          </w:tcPr>
          <w:p w:rsidRPr="001141C1" w:rsidR="0085747A" w:rsidP="003823BE" w:rsidRDefault="003823BE" w14:paraId="20BFFC4C" w14:textId="7BEC4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Pr="001141C1" w:rsidR="009F7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:rsidRPr="001141C1" w:rsidR="00153C41" w:rsidP="009C54AE" w:rsidRDefault="00153C41" w14:paraId="0095970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278D8" w:rsidP="009C54AE" w:rsidRDefault="001278D8" w14:paraId="424927D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141C1" w:rsidR="0085747A" w:rsidP="009C54AE" w:rsidRDefault="0071620A" w14:paraId="05D0901D" w14:textId="5952385D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Pr="001141C1" w:rsidR="00A84C85">
        <w:rPr>
          <w:rFonts w:ascii="Corbel" w:hAnsi="Corbel"/>
          <w:szCs w:val="24"/>
        </w:rPr>
        <w:t>cele, efekty uczenia się</w:t>
      </w:r>
      <w:r w:rsidRPr="001141C1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141C1" w:rsidR="0085747A" w:rsidP="009C54AE" w:rsidRDefault="0085747A" w14:paraId="2D3567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141C1" w:rsidR="0085747A" w:rsidP="009C54AE" w:rsidRDefault="0071620A" w14:paraId="74DD5DD9" w14:textId="77777777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Pr="001141C1" w:rsidR="00C05F44">
        <w:rPr>
          <w:rFonts w:ascii="Corbel" w:hAnsi="Corbel"/>
          <w:sz w:val="24"/>
          <w:szCs w:val="24"/>
        </w:rPr>
        <w:t>Cele przedmiotu</w:t>
      </w:r>
    </w:p>
    <w:p w:rsidRPr="001141C1" w:rsidR="00F83B28" w:rsidP="009C54AE" w:rsidRDefault="00F83B28" w14:paraId="6B6637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1141C1" w:rsidR="00F527FF" w:rsidTr="00852EED" w14:paraId="1EC7B4F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3DB1963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1141C1" w:rsidR="00F527FF" w:rsidP="00F527FF" w:rsidRDefault="00F527FF" w14:paraId="60DD2455" w14:textId="19ABAE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hAnsi="Corbel" w:eastAsia="TimesNewRoman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Pr="001141C1" w:rsidR="00F527FF" w:rsidTr="00852EED" w14:paraId="06F23D2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6E76F4CC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1141C1" w:rsidR="00F527FF" w:rsidP="00F527FF" w:rsidRDefault="00F527FF" w14:paraId="649A1A5D" w14:textId="6FDDE4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hAnsi="Corbel" w:eastAsia="TimesNewRoman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Pr="001141C1" w:rsidR="003823BE" w:rsidTr="003823BE" w14:paraId="1E53A9C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4A35DE" w:rsidRDefault="00F527FF" w14:paraId="161FB837" w14:textId="7B0340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3823BE" w:rsidP="003823BE" w:rsidRDefault="00F527FF" w14:paraId="59EAC350" w14:textId="361DD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Pr="001141C1" w:rsidR="00F527FF" w:rsidTr="0023777E" w14:paraId="0C58AB67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3E78130F" w14:textId="4F281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1141C1" w:rsidR="00F527FF" w:rsidP="00E1719D" w:rsidRDefault="00F527FF" w14:paraId="1F7FFEA4" w14:textId="2CB6C7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Pr="001141C1" w:rsidR="00E1719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Pr="001141C1" w:rsidR="00F527FF" w:rsidTr="0023777E" w14:paraId="41ABDDF6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0AA52FB5" w14:textId="58B232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Pr="001141C1" w:rsidR="00F527FF" w:rsidP="00F527FF" w:rsidRDefault="00F527FF" w14:paraId="7E23E241" w14:textId="1566DC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Pr="001141C1" w:rsidR="00F527FF" w:rsidTr="0023777E" w14:paraId="3FA56246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141C1" w:rsidR="00F527FF" w:rsidP="00F527FF" w:rsidRDefault="00F527FF" w14:paraId="03D981B6" w14:textId="6CB69E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:rsidRPr="001141C1" w:rsidR="00F527FF" w:rsidP="00F527FF" w:rsidRDefault="00F527FF" w14:paraId="4A51D000" w14:textId="261753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:rsidRPr="001141C1" w:rsidR="0085747A" w:rsidP="009C54AE" w:rsidRDefault="0085747A" w14:paraId="7942D7E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141C1" w:rsidR="001D7B54" w:rsidP="009C54AE" w:rsidRDefault="009F4610" w14:paraId="1462CA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Pr="001141C1" w:rsidR="001D7B54">
        <w:rPr>
          <w:rFonts w:ascii="Corbel" w:hAnsi="Corbel"/>
          <w:b/>
          <w:sz w:val="24"/>
          <w:szCs w:val="24"/>
        </w:rPr>
        <w:t xml:space="preserve">Efekty </w:t>
      </w:r>
      <w:r w:rsidRPr="001141C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141C1" w:rsidR="001D7B54">
        <w:rPr>
          <w:rFonts w:ascii="Corbel" w:hAnsi="Corbel"/>
          <w:b/>
          <w:sz w:val="24"/>
          <w:szCs w:val="24"/>
        </w:rPr>
        <w:t>dla przedmiotu</w:t>
      </w:r>
    </w:p>
    <w:p w:rsidRPr="001141C1" w:rsidR="001D7B54" w:rsidP="009C54AE" w:rsidRDefault="001D7B54" w14:paraId="2D0673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1141C1" w:rsidR="00152FBC" w:rsidTr="000701FD" w14:paraId="3A49DCAD" w14:textId="77777777">
        <w:tc>
          <w:tcPr>
            <w:tcW w:w="1701" w:type="dxa"/>
            <w:vAlign w:val="center"/>
          </w:tcPr>
          <w:p w:rsidRPr="001141C1" w:rsidR="00152FBC" w:rsidP="000701FD" w:rsidRDefault="00152FBC" w14:paraId="3AB7BE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1141C1" w:rsidR="00152FBC" w:rsidP="000701FD" w:rsidRDefault="00152FBC" w14:paraId="361C83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1141C1" w:rsidR="00152FBC" w:rsidP="001278D8" w:rsidRDefault="00152FBC" w14:paraId="7EEF3825" w14:textId="6613D0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1141C1" w:rsidR="00152FBC" w:rsidTr="000701FD" w14:paraId="76324132" w14:textId="77777777">
        <w:tc>
          <w:tcPr>
            <w:tcW w:w="1701" w:type="dxa"/>
          </w:tcPr>
          <w:p w:rsidRPr="001141C1" w:rsidR="00152FBC" w:rsidP="000701FD" w:rsidRDefault="00152FBC" w14:paraId="3EA3AE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1141C1" w:rsidR="00152FBC" w:rsidP="000701FD" w:rsidRDefault="00152FBC" w14:paraId="287562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:rsidRPr="001141C1" w:rsidR="00152FBC" w:rsidP="000B4313" w:rsidRDefault="00152FBC" w14:paraId="3A4A46B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1141C1" w:rsidR="00152FBC" w:rsidP="000B4313" w:rsidRDefault="00152FBC" w14:paraId="4E88EE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Pr="001141C1" w:rsidR="00152FBC" w:rsidTr="000701FD" w14:paraId="175FF883" w14:textId="77777777">
        <w:tc>
          <w:tcPr>
            <w:tcW w:w="1701" w:type="dxa"/>
          </w:tcPr>
          <w:p w:rsidRPr="001141C1" w:rsidR="00152FBC" w:rsidP="000701FD" w:rsidRDefault="00152FBC" w14:paraId="00FC0A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Pr="001141C1" w:rsidR="00152FBC" w:rsidP="000701FD" w:rsidRDefault="00152FBC" w14:paraId="6037738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:rsidRPr="001141C1" w:rsidR="00152FBC" w:rsidP="000B4313" w:rsidRDefault="00152FBC" w14:paraId="4A58C59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1141C1" w:rsidR="00152FBC" w:rsidP="000B4313" w:rsidRDefault="00152FBC" w14:paraId="4AA0D6DF" w14:textId="265D9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Pr="001141C1" w:rsidR="00152FBC" w:rsidTr="000701FD" w14:paraId="54095297" w14:textId="77777777">
        <w:tc>
          <w:tcPr>
            <w:tcW w:w="1701" w:type="dxa"/>
          </w:tcPr>
          <w:p w:rsidRPr="001141C1" w:rsidR="00152FBC" w:rsidP="000701FD" w:rsidRDefault="00152FBC" w14:paraId="57CD88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1141C1" w:rsidR="00152FBC" w:rsidP="000701FD" w:rsidRDefault="00152FBC" w14:paraId="0302A72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Pr="001141C1" w:rsidR="00152FBC" w:rsidP="000B4313" w:rsidRDefault="00152FBC" w14:paraId="17D25DE1" w14:textId="6413B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:rsidRPr="001141C1" w:rsidR="00152FBC" w:rsidP="000B4313" w:rsidRDefault="00152FBC" w14:paraId="7C683FC1" w14:textId="51E39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:rsidRPr="001141C1" w:rsidR="00152FBC" w:rsidP="000B4313" w:rsidRDefault="00152FBC" w14:paraId="4662B6BD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Pr="001141C1" w:rsidR="00152FBC" w:rsidTr="000701FD" w14:paraId="2AD02767" w14:textId="77777777">
        <w:tc>
          <w:tcPr>
            <w:tcW w:w="1701" w:type="dxa"/>
          </w:tcPr>
          <w:p w:rsidRPr="001141C1" w:rsidR="00152FBC" w:rsidP="000701FD" w:rsidRDefault="00152FBC" w14:paraId="04B254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1141C1" w:rsidR="00152FBC" w:rsidP="000701FD" w:rsidRDefault="00152FBC" w14:paraId="4855379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Pr="001141C1" w:rsidR="00152FBC" w:rsidP="000B4313" w:rsidRDefault="000B4313" w14:paraId="08418601" w14:textId="6D4C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:rsidRPr="001141C1" w:rsidR="00152FBC" w:rsidP="000B4313" w:rsidRDefault="000B4313" w14:paraId="54BE7D0C" w14:textId="3A1D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Pr="001141C1" w:rsidR="00152FBC" w:rsidTr="000701FD" w14:paraId="3B2B6631" w14:textId="77777777">
        <w:tc>
          <w:tcPr>
            <w:tcW w:w="1701" w:type="dxa"/>
          </w:tcPr>
          <w:p w:rsidRPr="001141C1" w:rsidR="00152FBC" w:rsidP="000701FD" w:rsidRDefault="00152FBC" w14:paraId="0E845F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1141C1" w:rsidR="00152FBC" w:rsidP="004F5D63" w:rsidRDefault="004F5D63" w14:paraId="074DBD9B" w14:textId="3113E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Pr="001141C1" w:rsidR="00152FB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1141C1" w:rsidR="00152FB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:rsidRPr="001141C1" w:rsidR="00152FBC" w:rsidP="000B4313" w:rsidRDefault="000B4313" w14:paraId="4C6F9117" w14:textId="15162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:rsidRPr="001141C1" w:rsidR="00152FBC" w:rsidP="000B4313" w:rsidRDefault="000B4313" w14:paraId="6F1DF885" w14:textId="3570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:rsidRPr="001141C1" w:rsidR="00152FBC" w:rsidP="000B4313" w:rsidRDefault="000B4313" w14:paraId="6BD3E5FF" w14:textId="0B5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Pr="001141C1" w:rsidR="00152FBC" w:rsidTr="000701FD" w14:paraId="7DC61279" w14:textId="77777777">
        <w:tc>
          <w:tcPr>
            <w:tcW w:w="1701" w:type="dxa"/>
          </w:tcPr>
          <w:p w:rsidRPr="001141C1" w:rsidR="00152FBC" w:rsidP="000701FD" w:rsidRDefault="00152FBC" w14:paraId="0AFC37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1141C1" w:rsidR="00152FBC" w:rsidP="000701FD" w:rsidRDefault="00152FBC" w14:paraId="08F195F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:rsidRPr="001141C1" w:rsidR="00152FBC" w:rsidP="000B4313" w:rsidRDefault="000B4313" w14:paraId="3712C03B" w14:textId="4A49C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:rsidRPr="001141C1" w:rsidR="00152FBC" w:rsidP="000B4313" w:rsidRDefault="000B4313" w14:paraId="6565644F" w14:textId="69813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 w:rsidR="00152FBC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Pr="001141C1" w:rsidR="00152FBC" w:rsidTr="000701FD" w14:paraId="7321DD19" w14:textId="77777777">
        <w:tc>
          <w:tcPr>
            <w:tcW w:w="1701" w:type="dxa"/>
          </w:tcPr>
          <w:p w:rsidRPr="001141C1" w:rsidR="00152FBC" w:rsidP="000701FD" w:rsidRDefault="00152FBC" w14:paraId="32BF9B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1141C1" w:rsidR="00152FBC" w:rsidP="000701FD" w:rsidRDefault="00152FBC" w14:paraId="7BC6EEE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:rsidRPr="001141C1" w:rsidR="00152FBC" w:rsidP="000701FD" w:rsidRDefault="00152FBC" w14:paraId="19C7680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:rsidRPr="001141C1" w:rsidR="000B4313" w:rsidP="000B4313" w:rsidRDefault="000B4313" w14:paraId="50F2552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:rsidRPr="001141C1" w:rsidR="00152FBC" w:rsidP="000B4313" w:rsidRDefault="000B4313" w14:paraId="11EE0426" w14:textId="7BB9A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Pr="001141C1" w:rsidR="00152FBC" w:rsidTr="000701FD" w14:paraId="24250AFC" w14:textId="77777777">
        <w:tc>
          <w:tcPr>
            <w:tcW w:w="1701" w:type="dxa"/>
          </w:tcPr>
          <w:p w:rsidRPr="001141C1" w:rsidR="00152FBC" w:rsidP="000701FD" w:rsidRDefault="00152FBC" w14:paraId="752C0A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1141C1" w:rsidR="00152FBC" w:rsidP="000701FD" w:rsidRDefault="00152FBC" w14:paraId="359166E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:rsidRPr="001141C1" w:rsidR="00152FBC" w:rsidP="000B4313" w:rsidRDefault="00152FBC" w14:paraId="2625944C" w14:textId="289CB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:rsidRPr="001141C1" w:rsidR="00152FBC" w:rsidP="000B4313" w:rsidRDefault="00152FBC" w14:paraId="0AB6DC10" w14:textId="20100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:rsidRPr="001141C1" w:rsidR="0085747A" w:rsidP="009C54AE" w:rsidRDefault="0085747A" w14:paraId="4554A81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41C1" w:rsidR="00152FBC" w:rsidP="009C54AE" w:rsidRDefault="00152FBC" w14:paraId="632558E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1141C1" w:rsidR="0085747A" w:rsidP="009C54AE" w:rsidRDefault="00675843" w14:paraId="5BC05895" w14:textId="010620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Pr="001141C1" w:rsidR="0085747A">
        <w:rPr>
          <w:rFonts w:ascii="Corbel" w:hAnsi="Corbel"/>
          <w:b/>
          <w:sz w:val="24"/>
          <w:szCs w:val="24"/>
        </w:rPr>
        <w:t>T</w:t>
      </w:r>
      <w:r w:rsidRPr="001141C1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141C1" w:rsidR="0085747A" w:rsidP="009C54AE" w:rsidRDefault="0085747A" w14:paraId="7D13461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:rsidRPr="001141C1" w:rsidR="00675843" w:rsidP="009C54AE" w:rsidRDefault="00675843" w14:paraId="6775954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FD24AD" w14:paraId="2F84004D" w14:textId="77777777">
        <w:tc>
          <w:tcPr>
            <w:tcW w:w="9520" w:type="dxa"/>
          </w:tcPr>
          <w:p w:rsidRPr="001141C1" w:rsidR="0085747A" w:rsidP="009C54AE" w:rsidRDefault="0085747A" w14:paraId="24ECE7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141C1" w:rsidR="00152FBC" w:rsidTr="00FD24AD" w14:paraId="201CA313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2E7380B0" w14:textId="5255094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Pr="001141C1" w:rsidR="00152FBC" w:rsidTr="00FD24AD" w14:paraId="7392670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AAC0040" w14:textId="2352F40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Pr="001141C1" w:rsidR="00152FBC" w:rsidTr="00FD24AD" w14:paraId="10666DE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4B9AE595" w14:textId="406903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Pr="001141C1" w:rsidR="00152FBC" w:rsidTr="00FD24AD" w14:paraId="19192EC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61685D6" w14:textId="17B3F2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Pr="001141C1" w:rsidR="00152FBC" w:rsidTr="00FD24AD" w14:paraId="16F52D4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D67933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:rsidRPr="001141C1" w:rsidR="00152FBC" w:rsidP="00152FBC" w:rsidRDefault="00152FBC" w14:paraId="398876F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:rsidRPr="001141C1" w:rsidR="00152FBC" w:rsidP="00152FBC" w:rsidRDefault="00152FBC" w14:paraId="434963B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:rsidRPr="001141C1" w:rsidR="00152FBC" w:rsidP="00152FBC" w:rsidRDefault="00152FBC" w14:paraId="7182FF8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:rsidRPr="001141C1" w:rsidR="00152FBC" w:rsidP="00152FBC" w:rsidRDefault="00152FBC" w14:paraId="4990CF2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:rsidRPr="001141C1" w:rsidR="00152FBC" w:rsidP="00152FBC" w:rsidRDefault="00152FBC" w14:paraId="05EE02FC" w14:textId="5367FC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Pr="001141C1" w:rsidR="00152FBC" w:rsidTr="00FD24AD" w14:paraId="0942CA0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6D6CB51" w14:textId="574FE6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ci na przykładzie modelu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Du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Ponta</w:t>
            </w:r>
          </w:p>
        </w:tc>
      </w:tr>
      <w:tr w:rsidRPr="001141C1" w:rsidR="00152FBC" w:rsidTr="00FD24AD" w14:paraId="77D23D3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065EA450" w14:textId="578280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Pr="001141C1" w:rsidR="00152FBC" w:rsidTr="00FD24AD" w14:paraId="493F5733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255BAE6D" w14:textId="1E0123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Pr="001141C1" w:rsidR="00152FBC" w:rsidTr="00FD24AD" w14:paraId="6986570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4563043" w14:textId="61C575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Pr="001141C1" w:rsidR="00152FBC" w:rsidTr="00FD24AD" w14:paraId="3B7D826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ECEB834" w14:textId="590159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:rsidRPr="001141C1" w:rsidR="0085747A" w:rsidP="009C54AE" w:rsidRDefault="0085747A" w14:paraId="733152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141C1" w:rsidR="0085747A" w:rsidP="009C54AE" w:rsidRDefault="0085747A" w14:paraId="464989C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141C1" w:rsidR="009F4610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:rsidRPr="001141C1" w:rsidR="0085747A" w:rsidP="009C54AE" w:rsidRDefault="0085747A" w14:paraId="0E37776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FD24AD" w14:paraId="2F5B3963" w14:textId="77777777">
        <w:tc>
          <w:tcPr>
            <w:tcW w:w="9520" w:type="dxa"/>
          </w:tcPr>
          <w:p w:rsidRPr="001141C1" w:rsidR="0085747A" w:rsidP="009C54AE" w:rsidRDefault="0085747A" w14:paraId="00ED6C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141C1" w:rsidR="00152FBC" w:rsidTr="00FD24AD" w14:paraId="7BDBAFB0" w14:textId="77777777">
        <w:tc>
          <w:tcPr>
            <w:tcW w:w="9520" w:type="dxa"/>
          </w:tcPr>
          <w:p w:rsidRPr="001141C1" w:rsidR="00152FBC" w:rsidP="00152FBC" w:rsidRDefault="00152FBC" w14:paraId="0827D9D0" w14:textId="6C5D48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Pr="001141C1" w:rsidR="00152FBC" w:rsidTr="00FD24AD" w14:paraId="52C24D11" w14:textId="77777777">
        <w:tc>
          <w:tcPr>
            <w:tcW w:w="9520" w:type="dxa"/>
          </w:tcPr>
          <w:p w:rsidRPr="001141C1" w:rsidR="00152FBC" w:rsidP="00152FBC" w:rsidRDefault="00152FBC" w14:paraId="35EFFCCE" w14:textId="51B020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Pr="001141C1" w:rsidR="00152FBC" w:rsidTr="00FD24AD" w14:paraId="46EBA714" w14:textId="77777777">
        <w:tc>
          <w:tcPr>
            <w:tcW w:w="9520" w:type="dxa"/>
          </w:tcPr>
          <w:p w:rsidRPr="001141C1" w:rsidR="00152FBC" w:rsidP="00152FBC" w:rsidRDefault="00152FBC" w14:paraId="30B911C6" w14:textId="6CD67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Pr="001141C1" w:rsidR="00152FBC" w:rsidTr="00FD24AD" w14:paraId="0EF1D39C" w14:textId="77777777">
        <w:tc>
          <w:tcPr>
            <w:tcW w:w="9520" w:type="dxa"/>
          </w:tcPr>
          <w:p w:rsidRPr="001141C1" w:rsidR="00152FBC" w:rsidP="00152FBC" w:rsidRDefault="00152FBC" w14:paraId="59759569" w14:textId="7A3CDE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Pr="001141C1" w:rsidR="00152FBC" w:rsidTr="00FD24AD" w14:paraId="04CB46F8" w14:textId="77777777">
        <w:tc>
          <w:tcPr>
            <w:tcW w:w="9520" w:type="dxa"/>
          </w:tcPr>
          <w:p w:rsidRPr="001141C1" w:rsidR="00152FBC" w:rsidP="00152FBC" w:rsidRDefault="00152FBC" w14:paraId="6E4FC1D0" w14:textId="0C242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Pr="001141C1" w:rsidR="00152FBC" w:rsidTr="00FD24AD" w14:paraId="3452E04E" w14:textId="77777777">
        <w:tc>
          <w:tcPr>
            <w:tcW w:w="9520" w:type="dxa"/>
          </w:tcPr>
          <w:p w:rsidRPr="001141C1" w:rsidR="00152FBC" w:rsidP="00152FBC" w:rsidRDefault="00152FBC" w14:paraId="4C3F52A8" w14:textId="62B52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Pr="001141C1" w:rsidR="009832F2" w:rsidTr="00FD24AD" w14:paraId="2EEF6E0E" w14:textId="77777777">
        <w:tc>
          <w:tcPr>
            <w:tcW w:w="9520" w:type="dxa"/>
          </w:tcPr>
          <w:p w:rsidRPr="001141C1" w:rsidR="009832F2" w:rsidP="009832F2" w:rsidRDefault="009832F2" w14:paraId="2E91EAF4" w14:textId="2B518A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:rsidRPr="001141C1" w:rsidR="0085747A" w:rsidP="009C54AE" w:rsidRDefault="0085747A" w14:paraId="031364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141C1" w:rsidR="0085747A" w:rsidP="009C54AE" w:rsidRDefault="009F4610" w14:paraId="19F1857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:rsidRPr="001141C1" w:rsidR="0085747A" w:rsidP="009C54AE" w:rsidRDefault="0085747A" w14:paraId="6199D1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BC1C6D" w:rsidP="00BC1C6D" w:rsidRDefault="00BC1C6D" w14:paraId="636AFBBB" w14:textId="36361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:rsidRPr="001141C1" w:rsidR="00BC1C6D" w:rsidP="00BC1C6D" w:rsidRDefault="00BC1C6D" w14:paraId="1A481286" w14:textId="484FDE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:rsidRPr="001141C1" w:rsidR="00BC1C6D" w:rsidP="009C54AE" w:rsidRDefault="00BC1C6D" w14:paraId="6E9EF6B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P="009C54AE" w:rsidRDefault="00E960BB" w14:paraId="602F9744" w14:textId="261264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141C1" w:rsidR="0085747A" w:rsidP="009C54AE" w:rsidRDefault="00C61DC5" w14:paraId="1CCAEA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Pr="001141C1" w:rsidR="0085747A">
        <w:rPr>
          <w:rFonts w:ascii="Corbel" w:hAnsi="Corbel"/>
          <w:smallCaps w:val="0"/>
          <w:szCs w:val="24"/>
        </w:rPr>
        <w:t>METODY I KRYTERIA OCENY</w:t>
      </w:r>
    </w:p>
    <w:p w:rsidRPr="001141C1" w:rsidR="00923D7D" w:rsidP="009C54AE" w:rsidRDefault="00923D7D" w14:paraId="2F814F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141C1" w:rsidR="0085747A" w:rsidP="009C54AE" w:rsidRDefault="0085747A" w14:paraId="0ED037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Pr="001141C1" w:rsidR="00C05F44">
        <w:rPr>
          <w:rFonts w:ascii="Corbel" w:hAnsi="Corbel"/>
          <w:smallCaps w:val="0"/>
          <w:szCs w:val="24"/>
        </w:rPr>
        <w:t>uczenia się</w:t>
      </w:r>
    </w:p>
    <w:p w:rsidRPr="001141C1" w:rsidR="0085747A" w:rsidP="009C54AE" w:rsidRDefault="0085747A" w14:paraId="64EC1B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141C1" w:rsidR="0085747A" w:rsidTr="00F24FFC" w14:paraId="1537DE26" w14:textId="77777777">
        <w:tc>
          <w:tcPr>
            <w:tcW w:w="1962" w:type="dxa"/>
            <w:vAlign w:val="center"/>
          </w:tcPr>
          <w:p w:rsidRPr="001141C1" w:rsidR="0085747A" w:rsidP="009C54AE" w:rsidRDefault="0071620A" w14:paraId="50E71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141C1" w:rsidR="0085747A" w:rsidP="009C54AE" w:rsidRDefault="00F974DA" w14:paraId="4D3639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141C1" w:rsidR="0085747A" w:rsidP="009C54AE" w:rsidRDefault="009F4610" w14:paraId="34386C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141C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141C1" w:rsidR="00923D7D" w:rsidP="009C54AE" w:rsidRDefault="0085747A" w14:paraId="73976E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141C1" w:rsidR="0085747A" w:rsidP="009C54AE" w:rsidRDefault="0085747A" w14:paraId="136B4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141C1" w:rsidR="00152FBC" w:rsidTr="008A0DC5" w14:paraId="43E59E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043C5332" w14:textId="6FAB0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19506169" w14:textId="0F7E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3BB5AE1F" w14:textId="6984E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Pr="001141C1" w:rsidR="00152FBC" w:rsidTr="008A0DC5" w14:paraId="6A60C26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B0BBE87" w14:textId="1C56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C9916C2" w14:textId="382AA3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480B08E3" w14:textId="52722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Pr="001141C1" w:rsidR="00152FBC" w:rsidTr="008A0DC5" w14:paraId="5133D73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1D0EF6BC" w14:textId="3E30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21C53CD" w14:textId="64DC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73C7C094" w14:textId="3F2E1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1141C1" w:rsidR="00152FBC" w:rsidTr="008A0DC5" w14:paraId="7496CC6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706C9F75" w14:textId="582B6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122E4963" w14:textId="143BDC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14C21470" w14:textId="50661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141C1" w:rsidR="00152FBC" w:rsidTr="008A0DC5" w14:paraId="73DE8BDC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1FC4439" w14:textId="3BA86A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55D2200A" w14:textId="4711AD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7923F798" w14:textId="5FD0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141C1" w:rsidR="00152FBC" w:rsidTr="008A0DC5" w14:paraId="4451CE2E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CA253A3" w14:textId="115F9C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3A6F71F3" w14:textId="1C008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60735A08" w14:textId="04F3E0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141C1" w:rsidR="00152FBC" w:rsidTr="008A0DC5" w14:paraId="4FF3737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0B9EEA3D" w14:textId="49A091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A8CCCE5" w14:textId="2FF38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369D69DF" w14:textId="3FF1EB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1141C1" w:rsidR="00152FBC" w:rsidTr="008A0DC5" w14:paraId="7FC7F052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65689872" w14:textId="345B7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141C1" w:rsidR="00152FBC" w:rsidP="00152FBC" w:rsidRDefault="00152FBC" w14:paraId="78AD2CA5" w14:textId="353B6D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5CB3" w:rsidR="00152FBC" w:rsidP="00152FBC" w:rsidRDefault="00145CB3" w14:paraId="2696BC71" w14:textId="4163B8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Pr="001141C1" w:rsidR="00923D7D" w:rsidP="009C54AE" w:rsidRDefault="00923D7D" w14:paraId="5D45EB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3E1941" w14:paraId="5E7A1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Pr="001141C1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1141C1" w:rsidR="00923D7D" w:rsidP="009C54AE" w:rsidRDefault="00923D7D" w14:paraId="0C178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41C1" w:rsidR="0085747A" w:rsidTr="00923D7D" w14:paraId="442B12DD" w14:textId="77777777">
        <w:tc>
          <w:tcPr>
            <w:tcW w:w="9670" w:type="dxa"/>
          </w:tcPr>
          <w:p w:rsidRPr="001141C1" w:rsidR="00F24FFC" w:rsidP="00F24FFC" w:rsidRDefault="00F24FFC" w14:paraId="7DE05E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1141C1" w:rsidR="00F24FFC" w:rsidP="00F24FFC" w:rsidRDefault="00F24FFC" w14:paraId="23899CC5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1141C1" w:rsidR="00F24FFC" w:rsidP="00F24FFC" w:rsidRDefault="00F24FFC" w14:paraId="715002DC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:rsidRPr="001141C1" w:rsidR="00F24FFC" w:rsidP="00F24FFC" w:rsidRDefault="00F24FFC" w14:paraId="258AB53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1141C1" w:rsidR="00F24FFC" w:rsidP="00F24FFC" w:rsidRDefault="001278D8" w14:paraId="6462FD84" w14:textId="062E01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Pr="001141C1" w:rsidR="00152FBC" w:rsidP="00152FBC" w:rsidRDefault="00152FBC" w14:paraId="1DEB27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:rsidRPr="001141C1" w:rsidR="0085747A" w:rsidP="00152FBC" w:rsidRDefault="00152FBC" w14:paraId="54225531" w14:textId="2C2900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:rsidRPr="001141C1" w:rsidR="0085747A" w:rsidP="009C54AE" w:rsidRDefault="0085747A" w14:paraId="437F8E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9F4610" w:rsidP="009C54AE" w:rsidRDefault="0085747A" w14:paraId="0F9881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Pr="001141C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141C1" w:rsidR="0085747A" w:rsidP="009C54AE" w:rsidRDefault="0085747A" w14:paraId="68A5A9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141C1" w:rsidR="0085747A" w:rsidTr="00D45B17" w14:paraId="239F5ABA" w14:textId="77777777">
        <w:tc>
          <w:tcPr>
            <w:tcW w:w="4902" w:type="dxa"/>
            <w:vAlign w:val="center"/>
          </w:tcPr>
          <w:p w:rsidRPr="001141C1" w:rsidR="0085747A" w:rsidP="009C54AE" w:rsidRDefault="00C61DC5" w14:paraId="36610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141C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1141C1" w:rsidR="0085747A" w:rsidP="009C54AE" w:rsidRDefault="00C61DC5" w14:paraId="43976F8D" w14:textId="299F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141C1" w:rsidR="0085747A">
              <w:rPr>
                <w:rFonts w:ascii="Corbel" w:hAnsi="Corbel"/>
                <w:b/>
                <w:sz w:val="24"/>
                <w:szCs w:val="24"/>
              </w:rPr>
              <w:t xml:space="preserve">iczba </w:t>
            </w:r>
            <w:proofErr w:type="spellStart"/>
            <w:r w:rsidRPr="001141C1" w:rsidR="0085747A">
              <w:rPr>
                <w:rFonts w:ascii="Corbel" w:hAnsi="Corbel"/>
                <w:b/>
                <w:sz w:val="24"/>
                <w:szCs w:val="24"/>
              </w:rPr>
              <w:t>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proofErr w:type="spellEnd"/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Pr="001141C1" w:rsidR="00D45B17" w:rsidTr="00D45B17" w14:paraId="41D7342E" w14:textId="77777777">
        <w:tc>
          <w:tcPr>
            <w:tcW w:w="4902" w:type="dxa"/>
          </w:tcPr>
          <w:p w:rsidRPr="001141C1" w:rsidR="00D45B17" w:rsidP="00D45B17" w:rsidRDefault="00D45B17" w14:paraId="336857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0F6930" w14:paraId="44F68EF5" w14:textId="1902C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Pr="001141C1" w:rsidR="00D45B17" w:rsidTr="00D45B17" w14:paraId="14748C99" w14:textId="77777777">
        <w:tc>
          <w:tcPr>
            <w:tcW w:w="4902" w:type="dxa"/>
          </w:tcPr>
          <w:p w:rsidRPr="001141C1" w:rsidR="00D45B17" w:rsidP="00D45B17" w:rsidRDefault="00D45B17" w14:paraId="77F9A7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1141C1" w:rsidR="00D45B17" w:rsidP="00D45B17" w:rsidRDefault="00D45B17" w14:paraId="3F8D2502" w14:textId="4B2930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152FBC" w14:paraId="24D181FD" w14:textId="00BDA2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1141C1" w:rsidR="00D45B17" w:rsidTr="00D45B17" w14:paraId="41367D30" w14:textId="77777777">
        <w:tc>
          <w:tcPr>
            <w:tcW w:w="4902" w:type="dxa"/>
          </w:tcPr>
          <w:p w:rsidRPr="001141C1" w:rsidR="00D45B17" w:rsidP="00CE66EE" w:rsidRDefault="00D45B17" w14:paraId="4F573F09" w14:textId="6EFAC6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Pr="001141C1" w:rsidR="00CE66EE">
              <w:rPr>
                <w:rFonts w:ascii="Corbel" w:hAnsi="Corbel"/>
                <w:sz w:val="24"/>
                <w:szCs w:val="24"/>
              </w:rPr>
              <w:t>- 1</w:t>
            </w:r>
            <w:r w:rsidRPr="001141C1" w:rsidR="00152FBC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141C1" w:rsidR="00152FBC">
              <w:rPr>
                <w:rFonts w:ascii="Corbel" w:hAnsi="Corbel"/>
                <w:sz w:val="24"/>
                <w:szCs w:val="24"/>
              </w:rPr>
              <w:t>zaliczenia</w:t>
            </w:r>
            <w:r w:rsidRPr="001141C1" w:rsidR="00CE66EE">
              <w:rPr>
                <w:rFonts w:ascii="Corbel" w:hAnsi="Corbel"/>
                <w:sz w:val="24"/>
                <w:szCs w:val="24"/>
              </w:rPr>
              <w:t xml:space="preserve"> - 1</w:t>
            </w:r>
            <w:r w:rsidRPr="001141C1" w:rsidR="00152FBC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Pr="001141C1"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Pr="001141C1"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1141C1" w:rsidR="00152FBC">
              <w:rPr>
                <w:rFonts w:ascii="Corbel" w:hAnsi="Corbel"/>
                <w:sz w:val="24"/>
                <w:szCs w:val="24"/>
              </w:rPr>
              <w:t>6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0F6930" w14:paraId="611A18CE" w14:textId="479783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1141C1" w:rsidR="00D45B17" w:rsidTr="00D45B17" w14:paraId="45A3E8D7" w14:textId="77777777">
        <w:tc>
          <w:tcPr>
            <w:tcW w:w="4902" w:type="dxa"/>
          </w:tcPr>
          <w:p w:rsidRPr="001141C1" w:rsidR="00D45B17" w:rsidP="00D45B17" w:rsidRDefault="00D45B17" w14:paraId="626D78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152FBC" w14:paraId="1CC4D173" w14:textId="4EFA71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1141C1" w:rsidR="00D45B17" w:rsidTr="00D45B17" w14:paraId="761AF2EE" w14:textId="77777777">
        <w:tc>
          <w:tcPr>
            <w:tcW w:w="4902" w:type="dxa"/>
          </w:tcPr>
          <w:p w:rsidRPr="001141C1" w:rsidR="00D45B17" w:rsidP="00D45B17" w:rsidRDefault="00D45B17" w14:paraId="3C2865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:rsidRPr="001141C1" w:rsidR="00D45B17" w:rsidP="00D45B17" w:rsidRDefault="00AD51BE" w14:paraId="74CCF68A" w14:textId="4BC2E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1141C1" w:rsidR="0085747A" w:rsidP="009C54AE" w:rsidRDefault="00923D7D" w14:paraId="02E69CC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141C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141C1" w:rsidR="003E1941" w:rsidP="009C54AE" w:rsidRDefault="003E1941" w14:paraId="641881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71620A" w14:paraId="1B2E54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Pr="001141C1" w:rsidR="0085747A">
        <w:rPr>
          <w:rFonts w:ascii="Corbel" w:hAnsi="Corbel"/>
          <w:smallCaps w:val="0"/>
          <w:szCs w:val="24"/>
        </w:rPr>
        <w:t>PRAKTYKI ZAWO</w:t>
      </w:r>
      <w:r w:rsidRPr="001141C1" w:rsidR="009D3F3B">
        <w:rPr>
          <w:rFonts w:ascii="Corbel" w:hAnsi="Corbel"/>
          <w:smallCaps w:val="0"/>
          <w:szCs w:val="24"/>
        </w:rPr>
        <w:t>DOWE W RAMACH PRZEDMIOTU</w:t>
      </w:r>
    </w:p>
    <w:p w:rsidRPr="001141C1" w:rsidR="0085747A" w:rsidP="009C54AE" w:rsidRDefault="0085747A" w14:paraId="5B6949B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1141C1" w:rsidR="0085747A" w:rsidTr="00D45B17" w14:paraId="2B1F2ED6" w14:textId="77777777">
        <w:trPr>
          <w:trHeight w:val="397"/>
        </w:trPr>
        <w:tc>
          <w:tcPr>
            <w:tcW w:w="2359" w:type="pct"/>
          </w:tcPr>
          <w:p w:rsidRPr="001141C1" w:rsidR="0085747A" w:rsidP="009C54AE" w:rsidRDefault="0085747A" w14:paraId="713DB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1141C1" w:rsidR="0085747A" w:rsidP="00D45B17" w:rsidRDefault="00D45B17" w14:paraId="67C27C15" w14:textId="0C981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1141C1" w:rsidR="0085747A" w:rsidTr="00D45B17" w14:paraId="175A14A7" w14:textId="77777777">
        <w:trPr>
          <w:trHeight w:val="397"/>
        </w:trPr>
        <w:tc>
          <w:tcPr>
            <w:tcW w:w="2359" w:type="pct"/>
          </w:tcPr>
          <w:p w:rsidRPr="001141C1" w:rsidR="0085747A" w:rsidP="009C54AE" w:rsidRDefault="0085747A" w14:paraId="66548F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1141C1" w:rsidR="0085747A" w:rsidP="00D45B17" w:rsidRDefault="00D45B17" w14:paraId="5507627C" w14:textId="42343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75D709D4" w14:textId="10A9AD9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1278D8" w:rsidP="009C54AE" w:rsidRDefault="001278D8" w14:paraId="58753B6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675843" w14:paraId="55A10E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Pr="001141C1" w:rsidR="0085747A">
        <w:rPr>
          <w:rFonts w:ascii="Corbel" w:hAnsi="Corbel"/>
          <w:smallCaps w:val="0"/>
          <w:szCs w:val="24"/>
        </w:rPr>
        <w:t>LITERATURA</w:t>
      </w:r>
    </w:p>
    <w:p w:rsidRPr="001141C1" w:rsidR="00675843" w:rsidP="009C54AE" w:rsidRDefault="00675843" w14:paraId="1EC6F00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1141C1" w:rsidR="0085747A" w:rsidTr="008962A4" w14:paraId="0ACABF41" w14:textId="77777777">
        <w:trPr>
          <w:trHeight w:val="397"/>
        </w:trPr>
        <w:tc>
          <w:tcPr>
            <w:tcW w:w="5000" w:type="pct"/>
          </w:tcPr>
          <w:p w:rsidRPr="001141C1" w:rsidR="0085747A" w:rsidP="009C54AE" w:rsidRDefault="0085747A" w14:paraId="623658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Pr="001141C1" w:rsidR="00480C52" w:rsidP="00480C52" w:rsidRDefault="00480C52" w14:paraId="5BE27661" w14:textId="44484236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Analiza ekonomiczna w przedsiębiorstwie (pod red. M.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Jerzemowskiej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), PWE, Warszawa 201</w:t>
            </w:r>
            <w:r w:rsidRPr="001141C1" w:rsidR="00BD15FB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:rsidR="001278D8" w:rsidP="001278D8" w:rsidRDefault="00480C52" w14:paraId="365F143D" w14:textId="77777777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:rsidRPr="001141C1" w:rsidR="001278D8" w:rsidP="001278D8" w:rsidRDefault="001278D8" w14:paraId="50F2B9B2" w14:textId="65B07B03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Pr="001141C1" w:rsidR="0085747A" w:rsidTr="008962A4" w14:paraId="6F6FB0B1" w14:textId="77777777">
        <w:trPr>
          <w:trHeight w:val="397"/>
        </w:trPr>
        <w:tc>
          <w:tcPr>
            <w:tcW w:w="5000" w:type="pct"/>
          </w:tcPr>
          <w:p w:rsidRPr="001141C1" w:rsidR="0085747A" w:rsidP="009C54AE" w:rsidRDefault="0085747A" w14:paraId="7AD774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141C1" w:rsidR="00480C52" w:rsidP="00480C52" w:rsidRDefault="00480C52" w14:paraId="18565AFA" w14:textId="2C28C261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Pr="001278D8" w:rsidR="001278D8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Przydatność modeli dyskryminacyjnych i </w:t>
            </w:r>
            <w:proofErr w:type="spellStart"/>
            <w:r w:rsidRPr="001278D8" w:rsidR="001278D8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1278D8" w:rsidR="001278D8">
              <w:rPr>
                <w:rFonts w:ascii="Corbel" w:hAnsi="Corbel"/>
                <w:sz w:val="24"/>
                <w:szCs w:val="24"/>
                <w:lang w:eastAsia="pl-PL"/>
              </w:rPr>
              <w:t xml:space="preserve">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:rsidRPr="001141C1" w:rsidR="00480C52" w:rsidP="00480C52" w:rsidRDefault="00480C52" w14:paraId="43ECDD7F" w14:textId="77777777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:rsidRPr="001141C1" w:rsidR="00131D48" w:rsidP="00131D48" w:rsidRDefault="00480C52" w14:paraId="2C4C524E" w14:textId="4B343CE3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:rsidRPr="001141C1" w:rsidR="00131D48" w:rsidP="00131D48" w:rsidRDefault="00BD15FB" w14:paraId="1F17CF12" w14:textId="4E45D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1141C1" w:rsidR="00131D48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:rsidRPr="001141C1" w:rsidR="0085747A" w:rsidP="009C54AE" w:rsidRDefault="0085747A" w14:paraId="2ADA57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85747A" w:rsidP="009C54AE" w:rsidRDefault="0085747A" w14:paraId="15525A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141C1" w:rsidR="0085747A" w:rsidP="00F83B28" w:rsidRDefault="0085747A" w14:paraId="136B18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141C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023" w:rsidP="00C16ABF" w:rsidRDefault="003E0023" w14:paraId="2DE8914E" w14:textId="77777777">
      <w:pPr>
        <w:spacing w:after="0" w:line="240" w:lineRule="auto"/>
      </w:pPr>
      <w:r>
        <w:separator/>
      </w:r>
    </w:p>
  </w:endnote>
  <w:endnote w:type="continuationSeparator" w:id="0">
    <w:p w:rsidR="003E0023" w:rsidP="00C16ABF" w:rsidRDefault="003E0023" w14:paraId="04C48F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023" w:rsidP="00C16ABF" w:rsidRDefault="003E0023" w14:paraId="721D1389" w14:textId="77777777">
      <w:pPr>
        <w:spacing w:after="0" w:line="240" w:lineRule="auto"/>
      </w:pPr>
      <w:r>
        <w:separator/>
      </w:r>
    </w:p>
  </w:footnote>
  <w:footnote w:type="continuationSeparator" w:id="0">
    <w:p w:rsidR="003E0023" w:rsidP="00C16ABF" w:rsidRDefault="003E0023" w14:paraId="2A28EA5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eastAsia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E1BCC"/>
    <w:rsid w:val="000F1C57"/>
    <w:rsid w:val="000F5615"/>
    <w:rsid w:val="000F6930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9515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002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75C2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1F93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184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418A9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502E9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85352A-0831-4243-B3EA-73C11047AC93}"/>
</file>

<file path=customXml/itemProps4.xml><?xml version="1.0" encoding="utf-8"?>
<ds:datastoreItem xmlns:ds="http://schemas.openxmlformats.org/officeDocument/2006/customXml" ds:itemID="{17A70412-5766-4BBD-97BD-D798784FB9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24</cp:revision>
  <cp:lastPrinted>2019-02-06T12:12:00Z</cp:lastPrinted>
  <dcterms:created xsi:type="dcterms:W3CDTF">2020-10-25T22:21:00Z</dcterms:created>
  <dcterms:modified xsi:type="dcterms:W3CDTF">2022-05-27T19:21:29Z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